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149E9A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274B">
        <w:rPr>
          <w:rFonts w:ascii="Corbel" w:hAnsi="Corbel"/>
          <w:b/>
          <w:i/>
          <w:smallCaps/>
          <w:sz w:val="24"/>
          <w:szCs w:val="24"/>
        </w:rPr>
        <w:t>2020</w:t>
      </w:r>
      <w:r w:rsidR="00E1496E" w:rsidRPr="003546F7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79274B">
        <w:rPr>
          <w:rFonts w:ascii="Corbel" w:hAnsi="Corbel"/>
          <w:b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F56131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274B">
        <w:rPr>
          <w:rFonts w:ascii="Corbel" w:hAnsi="Corbel"/>
          <w:b/>
          <w:sz w:val="20"/>
          <w:szCs w:val="20"/>
        </w:rPr>
        <w:t>2021 -2022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50A2E999" w:rsidR="00B06E9A" w:rsidRPr="009C54AE" w:rsidRDefault="00012503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559F0580" w:rsidR="00B06E9A" w:rsidRPr="009C54AE" w:rsidRDefault="00012503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56F899BF" w:rsidR="00B06E9A" w:rsidRPr="009C54AE" w:rsidRDefault="00CE7C2C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C48ED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rof. UR Wojciech </w:t>
            </w:r>
            <w:proofErr w:type="spellStart"/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73F9C6FC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EAC9385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43B17DE" w:rsidR="00015B8F" w:rsidRPr="009C54AE" w:rsidRDefault="00C823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0FA207" w:rsidR="00015B8F" w:rsidRPr="009C54AE" w:rsidRDefault="006272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72473F45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Egzamin, 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1A2F1905" w14:textId="51063934" w:rsidR="00CE7C2C" w:rsidRPr="005F7786" w:rsidRDefault="00CE7C2C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herbartowska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teoretyczna podstawa szkoły tradycyjnej,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deweyowska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podstawa szkoły </w:t>
            </w:r>
            <w:proofErr w:type="spellStart"/>
            <w:r w:rsidRPr="00A1399D">
              <w:rPr>
                <w:rFonts w:ascii="Corbel" w:hAnsi="Corbel"/>
                <w:sz w:val="24"/>
              </w:rPr>
              <w:t>progresywistycznej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</w:t>
            </w:r>
            <w:proofErr w:type="spellStart"/>
            <w:r w:rsidRPr="009B2DF5">
              <w:rPr>
                <w:rFonts w:ascii="Corbel" w:hAnsi="Corbel"/>
              </w:rPr>
              <w:t>microteaching</w:t>
            </w:r>
            <w:proofErr w:type="spellEnd"/>
            <w:r w:rsidRPr="009B2DF5">
              <w:rPr>
                <w:rFonts w:ascii="Corbel" w:hAnsi="Corbel"/>
              </w:rPr>
              <w:t>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08F003E" w:rsidR="0085747A" w:rsidRPr="009C54AE" w:rsidRDefault="00C823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6D6C05" w14:textId="77777777" w:rsidR="00C61DC5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E7072C0" w14:textId="76D5DB6C" w:rsidR="00290D57" w:rsidRPr="009C54AE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3385E8D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230F43D2" w14:textId="4775ED9A" w:rsidR="00C61DC5" w:rsidRPr="009C54AE" w:rsidRDefault="001F7D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4DF6A93" w:rsidR="0085747A" w:rsidRPr="009C54AE" w:rsidRDefault="00733B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0E5BDB12" w:rsidR="0085747A" w:rsidRPr="009C54AE" w:rsidRDefault="00914A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388C6A" w14:textId="77777777" w:rsidR="00014054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 w:rsidRPr="00A42AF1">
              <w:rPr>
                <w:rFonts w:ascii="Corbel" w:hAnsi="Corbel"/>
              </w:rPr>
              <w:t xml:space="preserve">Bereźnicki F., </w:t>
            </w:r>
            <w:r w:rsidRPr="00A42AF1">
              <w:rPr>
                <w:rFonts w:ascii="Corbel" w:hAnsi="Corbel"/>
                <w:i/>
                <w:iCs/>
              </w:rPr>
              <w:t>Podstawy kształcenia ogólnego</w:t>
            </w:r>
            <w:r w:rsidRPr="00A42AF1">
              <w:rPr>
                <w:rFonts w:ascii="Corbel" w:hAnsi="Corbel"/>
              </w:rPr>
              <w:t>, O.W. Impuls, Kraków 2011.</w:t>
            </w:r>
          </w:p>
          <w:p w14:paraId="5E6F9CC4" w14:textId="77777777" w:rsidR="00014054" w:rsidRPr="00A42AF1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Bereźnicki F., </w:t>
            </w:r>
            <w:r w:rsidRPr="001C7085">
              <w:rPr>
                <w:rFonts w:ascii="Corbel" w:hAnsi="Corbel"/>
                <w:i/>
              </w:rPr>
              <w:t>Dydaktyka szkolna dla kandydatów na nauczycieli</w:t>
            </w:r>
            <w:r>
              <w:rPr>
                <w:rFonts w:ascii="Corbel" w:hAnsi="Corbel"/>
              </w:rPr>
              <w:t>. Impuls, Kraków 2015.</w:t>
            </w:r>
          </w:p>
          <w:p w14:paraId="7ADDF85F" w14:textId="77777777" w:rsidR="00014054" w:rsidRPr="00A42AF1" w:rsidRDefault="00014054" w:rsidP="00014054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 w:rsidRPr="00A42AF1">
              <w:rPr>
                <w:rFonts w:ascii="Corbel" w:hAnsi="Corbel"/>
              </w:rPr>
              <w:t>Brudnik</w:t>
            </w:r>
            <w:proofErr w:type="spellEnd"/>
            <w:r w:rsidRPr="00A42AF1">
              <w:rPr>
                <w:rFonts w:ascii="Corbel" w:hAnsi="Corbel"/>
              </w:rPr>
              <w:t xml:space="preserve"> E., Moszyńska A., Owczarska B., </w:t>
            </w:r>
            <w:r w:rsidRPr="00A42AF1">
              <w:rPr>
                <w:rFonts w:ascii="Corbel" w:hAnsi="Corbel"/>
                <w:i/>
              </w:rPr>
              <w:t>Ja i mój uczeń pracujemy aktywnie</w:t>
            </w:r>
            <w:r w:rsidRPr="00A42AF1">
              <w:rPr>
                <w:rFonts w:ascii="Corbel" w:hAnsi="Corbel"/>
              </w:rPr>
              <w:t xml:space="preserve">. </w:t>
            </w:r>
            <w:r w:rsidRPr="00A42AF1">
              <w:rPr>
                <w:rFonts w:ascii="Corbel" w:hAnsi="Corbel"/>
                <w:i/>
              </w:rPr>
              <w:t>Przewodnik po metodach aktywizujących</w:t>
            </w:r>
            <w:r w:rsidRPr="00A42AF1">
              <w:rPr>
                <w:rFonts w:ascii="Corbel" w:hAnsi="Corbel"/>
              </w:rPr>
              <w:t>, „Jedność”, Kielce 2010.</w:t>
            </w:r>
          </w:p>
          <w:p w14:paraId="0086820E" w14:textId="77777777" w:rsidR="00C17F6B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A701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56070F37" w14:textId="139CC6E2" w:rsidR="00014054" w:rsidRPr="009C54AE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955A1C" w14:textId="77777777" w:rsidR="00A75E35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12AEAB22" w14:textId="77777777" w:rsidR="00A75E35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  <w:p w14:paraId="04847B7C" w14:textId="60EFDAA6" w:rsidR="00C17F6B" w:rsidRPr="009C54AE" w:rsidRDefault="00C17F6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129DF" w14:textId="77777777" w:rsidR="008B6F19" w:rsidRDefault="008B6F19" w:rsidP="00C16ABF">
      <w:pPr>
        <w:spacing w:after="0" w:line="240" w:lineRule="auto"/>
      </w:pPr>
      <w:r>
        <w:separator/>
      </w:r>
    </w:p>
  </w:endnote>
  <w:endnote w:type="continuationSeparator" w:id="0">
    <w:p w14:paraId="150E5FA2" w14:textId="77777777" w:rsidR="008B6F19" w:rsidRDefault="008B6F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76EDA" w14:textId="77777777" w:rsidR="008B6F19" w:rsidRDefault="008B6F19" w:rsidP="00C16ABF">
      <w:pPr>
        <w:spacing w:after="0" w:line="240" w:lineRule="auto"/>
      </w:pPr>
      <w:r>
        <w:separator/>
      </w:r>
    </w:p>
  </w:footnote>
  <w:footnote w:type="continuationSeparator" w:id="0">
    <w:p w14:paraId="5AFE4F44" w14:textId="77777777" w:rsidR="008B6F19" w:rsidRDefault="008B6F19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503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D1D17"/>
    <w:rsid w:val="000E3092"/>
    <w:rsid w:val="000F1C57"/>
    <w:rsid w:val="000F5615"/>
    <w:rsid w:val="001227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169"/>
    <w:rsid w:val="001F2CA2"/>
    <w:rsid w:val="001F7D8F"/>
    <w:rsid w:val="002057ED"/>
    <w:rsid w:val="002144C0"/>
    <w:rsid w:val="0022477D"/>
    <w:rsid w:val="002278A9"/>
    <w:rsid w:val="002325CA"/>
    <w:rsid w:val="002336F9"/>
    <w:rsid w:val="0024028F"/>
    <w:rsid w:val="00244ABC"/>
    <w:rsid w:val="00271D90"/>
    <w:rsid w:val="00281FF2"/>
    <w:rsid w:val="002857DE"/>
    <w:rsid w:val="002873DE"/>
    <w:rsid w:val="00290D5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90F7D"/>
    <w:rsid w:val="00491678"/>
    <w:rsid w:val="004968E2"/>
    <w:rsid w:val="004A3EEA"/>
    <w:rsid w:val="004A4D1F"/>
    <w:rsid w:val="004B1788"/>
    <w:rsid w:val="004C48E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31E2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74B"/>
    <w:rsid w:val="0079711B"/>
    <w:rsid w:val="007A0B08"/>
    <w:rsid w:val="007A4022"/>
    <w:rsid w:val="007A6E6E"/>
    <w:rsid w:val="007B3F02"/>
    <w:rsid w:val="007C3299"/>
    <w:rsid w:val="007C3BCC"/>
    <w:rsid w:val="007C4546"/>
    <w:rsid w:val="007D6E56"/>
    <w:rsid w:val="007D6E75"/>
    <w:rsid w:val="007E00B9"/>
    <w:rsid w:val="007F1652"/>
    <w:rsid w:val="007F4155"/>
    <w:rsid w:val="0080383B"/>
    <w:rsid w:val="0081554D"/>
    <w:rsid w:val="0081707E"/>
    <w:rsid w:val="008449B3"/>
    <w:rsid w:val="0085747A"/>
    <w:rsid w:val="008627ED"/>
    <w:rsid w:val="00884922"/>
    <w:rsid w:val="00885F64"/>
    <w:rsid w:val="0089059F"/>
    <w:rsid w:val="008917F9"/>
    <w:rsid w:val="008A45F7"/>
    <w:rsid w:val="008B6F19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4CE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4C85"/>
    <w:rsid w:val="00A97DE1"/>
    <w:rsid w:val="00AB053C"/>
    <w:rsid w:val="00AB6D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823CF"/>
    <w:rsid w:val="00C94B98"/>
    <w:rsid w:val="00CA2B96"/>
    <w:rsid w:val="00CA5089"/>
    <w:rsid w:val="00CB42CB"/>
    <w:rsid w:val="00CC0147"/>
    <w:rsid w:val="00CD6897"/>
    <w:rsid w:val="00CE5BAC"/>
    <w:rsid w:val="00CE7C2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262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6EB2E-F448-4623-AA3C-82C19706F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168</TotalTime>
  <Pages>1</Pages>
  <Words>1411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2019-12-06T11:28:00Z</cp:lastPrinted>
  <dcterms:created xsi:type="dcterms:W3CDTF">2019-10-23T08:38:00Z</dcterms:created>
  <dcterms:modified xsi:type="dcterms:W3CDTF">2021-10-01T10:12:00Z</dcterms:modified>
</cp:coreProperties>
</file>